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cs="宋体"/>
          <w:sz w:val="32"/>
          <w:szCs w:val="32"/>
        </w:rPr>
      </w:pPr>
    </w:p>
    <w:p>
      <w:pPr>
        <w:jc w:val="center"/>
        <w:rPr>
          <w:rFonts w:hint="eastAsia" w:ascii="宋体" w:hAnsi="宋体" w:cs="宋体"/>
          <w:sz w:val="32"/>
          <w:szCs w:val="32"/>
        </w:rPr>
      </w:pPr>
      <w:r>
        <w:rPr>
          <w:rFonts w:hint="eastAsia" w:ascii="楷体" w:hAnsi="楷体" w:eastAsia="楷体" w:cs="宋体"/>
          <w:sz w:val="36"/>
          <w:szCs w:val="36"/>
        </w:rPr>
        <w:t>对法律援助工作先进个人和集体进行表彰、</w:t>
      </w:r>
      <w:bookmarkStart w:id="0" w:name="_GoBack"/>
      <w:bookmarkEnd w:id="0"/>
      <w:r>
        <w:rPr>
          <w:rFonts w:hint="eastAsia" w:ascii="楷体" w:hAnsi="楷体" w:eastAsia="楷体" w:cs="宋体"/>
          <w:sz w:val="36"/>
          <w:szCs w:val="36"/>
        </w:rPr>
        <w:t>奖励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2268220</wp:posOffset>
                </wp:positionH>
                <wp:positionV relativeFrom="paragraph">
                  <wp:posOffset>182880</wp:posOffset>
                </wp:positionV>
                <wp:extent cx="1399540" cy="334010"/>
                <wp:effectExtent l="9525" t="5080" r="19685" b="22860"/>
                <wp:wrapNone/>
                <wp:docPr id="2" name="流程图: 准备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9540" cy="33401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制定方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案</w:t>
                            </w:r>
                            <w:r>
                              <w:rPr>
                                <w:rFonts w:hint="eastAsia"/>
                              </w:rPr>
                              <w:t>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78.6pt;margin-top:14.4pt;height:26.3pt;width:110.2pt;z-index:251671552;mso-width-relative:page;mso-height-relative:page;" filled="f" stroked="t" coordsize="21600,21600" o:gfxdata="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4IooO9kAAAAJAQAADwAAAAAAAAABACAAAAAiAAAAZHJzL2Rvd25y&#10;ZXYueG1sUEsBAhQAFAAAAAgAh07iQOAw3GL9AQAAzQMAAA4AAAAAAAAAAQAgAAAAKAEAAGRycy9l&#10;Mm9Eb2MueG1sUEsFBgAAAAAGAAYAWQEAAJc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制定方</w:t>
                      </w:r>
                      <w:r>
                        <w:rPr>
                          <w:rFonts w:hint="eastAsia"/>
                          <w:lang w:eastAsia="zh-CN"/>
                        </w:rPr>
                        <w:t>案</w:t>
                      </w:r>
                      <w:r>
                        <w:rPr>
                          <w:rFonts w:hint="eastAsia"/>
                        </w:rPr>
                        <w:t>案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139065</wp:posOffset>
                </wp:positionV>
                <wp:extent cx="1905" cy="720090"/>
                <wp:effectExtent l="38100" t="0" r="36195" b="381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7200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10.95pt;height:56.7pt;width:0.15pt;z-index:251668480;mso-width-relative:page;mso-height-relative:page;" o:connectortype="straight" filled="f" stroked="t" coordsize="21600,21600" o:gfxdata="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BwvRUnZAAAACgEAAA8AAAAAAAAAAQAgAAAAIgAAAGRycy9kb3ducmV2LnhtbFBLAQIU&#10;ABQAAAAIAIdO4kC0RGzh8gEAAK4DAAAOAAAAAAAAAAEAIAAAACgBAABkcnMvZTJvRG9jLnhtbFBL&#10;BQYAAAAABgAGAFkBAACMBQAAAAA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2466975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1460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组织推荐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4.25pt;margin-top:5.7pt;height:25.5pt;width:76.5pt;z-index:251667456;mso-width-relative:page;mso-height-relative:page;" fillcolor="#FFFFFF" filled="t" coordsize="21600,21600" o:gfxdata="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mHApZ9cAAAAJ&#10;AQAADwAAAAAAAAABACAAAAAiAAAAZHJzL2Rvd25yZXYueG1sUEsBAhQAFAAAAAgAh07iQE86UJPk&#10;AQAA2gMAAA4AAAAAAAAAAQAgAAAAJgEAAGRycy9lMm9Eb2MueG1sUEsFBgAAAAAGAAYAWQEAAHwF&#10;AAAAAA==&#10;">
                <v:path/>
                <v:fill on="t"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组织推荐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4216400</wp:posOffset>
                </wp:positionH>
                <wp:positionV relativeFrom="paragraph">
                  <wp:posOffset>36830</wp:posOffset>
                </wp:positionV>
                <wp:extent cx="1617980" cy="2523490"/>
                <wp:effectExtent l="4445" t="5080" r="15875" b="508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25234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评委会委员实行随机抽取。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要求评委签署廉政承诺书。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评审期间，纪检监察人员全程监督。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实行无记名票决制，成果评鉴实行打分制。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量化评分标准和要求，减少主观影响。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得分表由统分人、计分人、纪检监察员共同签字确认。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当场宣布票决结果，评审组组长签字确认。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责任人：分管领导、股室负责人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pt;margin-top:2.9pt;height:198.7pt;width:127.4pt;z-index:251661312;mso-width-relative:page;mso-height-relative:page;" filled="f" stroked="t" coordsize="21600,21600" o:gfxdata="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FBwzp2AAAAAkBAAAPAAAAAAAAAAEAIAAAACIAAABk&#10;cnMvZG93bnJldi54bWxQSwECFAAUAAAACACHTuJASEprbwYCAAD0AwAADgAAAAAAAAABACAAAAAn&#10;AQAAZHJzL2Uyb0RvYy54bWxQSwUGAAAAAAYABgBZAQAAnwUAAAAA&#10;">
                <v:path/>
                <v:fill on="f" focussize="0,0"/>
                <v:stroke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评委会委员实行随机抽取。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要求评委签署廉政承诺书。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评审期间，纪检监察人员全程监督。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实行无记名票决制，成果评鉴实行打分制。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量化评分标准和要求，减少主观影响。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得分表由统分人、计分人、纪检监察员共同签字确认。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当场宣布票决结果，评审组组长签字确认。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责任人：分管领导、股室负责人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151765</wp:posOffset>
                </wp:positionH>
                <wp:positionV relativeFrom="paragraph">
                  <wp:posOffset>151130</wp:posOffset>
                </wp:positionV>
                <wp:extent cx="1591310" cy="1920875"/>
                <wp:effectExtent l="5080" t="4445" r="22860" b="1778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92087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资格审查不严、有意为特定关系人放宽条件。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评审时向评委打招呼，票决前传递导向性、目的性信息，人为影响专家决断和意见。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因打招呼说情等，违规作出与评审结果相悖的决定。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对公示期间，举报反应的问题，不认真调查取证，不如实汇报。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.95pt;margin-top:11.9pt;height:151.25pt;width:125.3pt;z-index:251660288;mso-width-relative:page;mso-height-relative:page;" filled="f" stroked="t" coordsize="21600,21600" o:gfxdata="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+EL+dcAAAAJAQAADwAAAAAAAAABACAAAAAiAAAAZHJz&#10;L2Rvd25yZXYueG1sUEsBAhQAFAAAAAgAh07iQNZx9NUFAgAA9AMAAA4AAAAAAAAAAQAgAAAAJgEA&#10;AGRycy9lMm9Eb2MueG1sUEsFBgAAAAAGAAYAWQEAAJ0FAAAAAA==&#10;">
                <v:path/>
                <v:fill on="f" focussize="0,0"/>
                <v:stroke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资格审查不严、有意为特定关系人放宽条件。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评审时向评委打招呼，票决前传递导向性、目的性信息，人为影响专家决断和意见。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因打招呼说情等，违规作出与评审结果相悖的决定。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对公示期间，举报反应的问题，不认真调查取证，不如实汇报。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34290</wp:posOffset>
                </wp:positionV>
                <wp:extent cx="1270" cy="817245"/>
                <wp:effectExtent l="36830" t="0" r="38100" b="190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81724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3.25pt;margin-top:2.7pt;height:64.35pt;width:0.1pt;z-index:251672576;mso-width-relative:page;mso-height-relative:page;" o:connectortype="straight" filled="f" stroked="t" coordsize="21600,21600" o:gfxdata="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d6&#10;s/bZAAAACQEAAA8AAAAAAAAAAQAgAAAAIgAAAGRycy9kb3ducmV2LnhtbFBLAQIUABQAAAAIAIdO&#10;4kDl4cLg6QEAAKQDAAAOAAAAAAAAAAEAIAAAACgBAABkcnMvZTJvRG9jLnhtbFBLBQYAAAAABgAG&#10;AFkBAACDBQAAAAA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3419475</wp:posOffset>
                </wp:positionH>
                <wp:positionV relativeFrom="paragraph">
                  <wp:posOffset>198120</wp:posOffset>
                </wp:positionV>
                <wp:extent cx="753110" cy="30099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9.25pt;margin-top:15.6pt;height:23.7pt;width:59.3pt;z-index:251665408;mso-width-relative:page;mso-height-relative:page;" filled="f" stroked="f" coordsize="21600,21600" o:gfxdata="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DJt&#10;CPrYAAAACQEAAA8AAAAAAAAAAQAgAAAAIgAAAGRycy9kb3ducmV2LnhtbFBLAQIUABQAAAAIAIdO&#10;4kAifCRRsQEAADwDAAAOAAAAAAAAAAEAIAAAACcBAABkcnMvZTJvRG9jLnhtbFBLBQYAAAAABgAG&#10;AFkBAABKBQAAAAA=&#10;">
                <v:path/>
                <v:fill on="f" focussize="0,0"/>
                <v:stroke on="f"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1857375</wp:posOffset>
                </wp:positionH>
                <wp:positionV relativeFrom="paragraph">
                  <wp:posOffset>9525</wp:posOffset>
                </wp:positionV>
                <wp:extent cx="618490" cy="29654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6.25pt;margin-top:0.75pt;height:23.35pt;width:48.7pt;z-index:251663360;mso-width-relative:page;mso-height-relative:page;" filled="f" stroked="f" coordsize="21600,21600" o:gfxdata="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JhRKP&#10;1gAAAAgBAAAPAAAAAAAAAAEAIAAAACIAAABkcnMvZG93bnJldi54bWxQSwECFAAUAAAACACHTuJA&#10;RX/9LrEBAAA8AwAADgAAAAAAAAABACAAAAAlAQAAZHJzL2Uyb0RvYy54bWxQSwUGAAAAAAYABgBZ&#10;AQAASAUAAAAA&#10;">
                <v:path/>
                <v:fill on="f" focussize="0,0"/>
                <v:stroke on="f"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127635</wp:posOffset>
                </wp:positionV>
                <wp:extent cx="972185" cy="323850"/>
                <wp:effectExtent l="4445" t="4445" r="13970" b="1460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审核公示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5pt;margin-top:10.05pt;height:25.5pt;width:76.55pt;z-index:251662336;mso-width-relative:page;mso-height-relative:page;" fillcolor="#FFFFFF" filled="t" coordsize="21600,21600" o:gfxdata="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tKmWK&#10;2AAAAAkBAAAPAAAAAAAAAAEAIAAAACIAAABkcnMvZG93bnJldi54bWxQSwECFAAUAAAACACHTuJA&#10;HMxLxegBAADaAwAADgAAAAAAAAABACAAAAAnAQAAZHJzL2Uyb0RvYy54bWxQSwUGAAAAAAYABgBZ&#10;AQAAgQUAAAAA&#10;">
                <v:path/>
                <v:fill on="t"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审核公示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3453130</wp:posOffset>
                </wp:positionH>
                <wp:positionV relativeFrom="paragraph">
                  <wp:posOffset>118110</wp:posOffset>
                </wp:positionV>
                <wp:extent cx="737870" cy="1905"/>
                <wp:effectExtent l="0" t="36195" r="5080" b="3810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1.9pt;margin-top:9.3pt;height:0.15pt;width:58.1pt;z-index:251666432;mso-width-relative:page;mso-height-relative:page;" filled="f" stroked="t" coordsize="21600,21600" o:gfxdata="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DiR7p2QAAAAkB&#10;AAAPAAAAAAAAAAEAIAAAACIAAABkcnMvZG93bnJldi54bWxQSwECFAAUAAAACACHTuJA5FL2W+EB&#10;AACeAwAADgAAAAAAAAABACAAAAAoAQAAZHJzL2Uyb0RvYy54bWxQSwUGAAAAAAYABgBZAQAAewUA&#10;AAAA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1748155</wp:posOffset>
                </wp:positionH>
                <wp:positionV relativeFrom="paragraph">
                  <wp:posOffset>108585</wp:posOffset>
                </wp:positionV>
                <wp:extent cx="737870" cy="6985"/>
                <wp:effectExtent l="0" t="31750" r="5080" b="3746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7.65pt;margin-top:8.55pt;height:0.55pt;width:58.1pt;z-index:251664384;mso-width-relative:page;mso-height-relative:page;" filled="f" stroked="t" coordsize="21600,21600" o:gfxdata="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7&#10;Ex+t2QAAAAkBAAAPAAAAAAAAAAEAIAAAACIAAABkcnMvZG93bnJldi54bWxQSwECFAAUAAAACACH&#10;TuJAUirCaOoBAACoAwAADgAAAAAAAAABACAAAAAoAQAAZHJzL2Uyb0RvYy54bWxQSwUGAAAAAAYA&#10;BgBZAQAAhAUAAAAA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2973070</wp:posOffset>
                </wp:positionH>
                <wp:positionV relativeFrom="paragraph">
                  <wp:posOffset>130175</wp:posOffset>
                </wp:positionV>
                <wp:extent cx="635" cy="2323465"/>
                <wp:effectExtent l="37465" t="0" r="38100" b="635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32346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4.1pt;margin-top:10.25pt;height:182.95pt;width:0.05pt;z-index:251669504;mso-width-relative:page;mso-height-relative:page;" o:connectortype="straight" filled="f" stroked="t" coordsize="21600,21600" o:gfxdata="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b&#10;xtdL2wAAAAoBAAAPAAAAAAAAAAEAIAAAACIAAABkcnMvZG93bnJldi54bWxQSwECFAAUAAAACACH&#10;TuJADTARaOgBAACmAwAADgAAAAAAAAABACAAAAAqAQAAZHJzL2Uyb0RvYy54bWxQSwUGAAAAAAYA&#10;BgBZAQAAhAUAAAAA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4201795</wp:posOffset>
                </wp:positionH>
                <wp:positionV relativeFrom="paragraph">
                  <wp:posOffset>63500</wp:posOffset>
                </wp:positionV>
                <wp:extent cx="1617980" cy="1663065"/>
                <wp:effectExtent l="4445" t="5080" r="15875" b="825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6630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及时按程序实施表彰通报，并报上级有关部门备案。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0.85pt;margin-top:5pt;height:130.95pt;width:127.4pt;z-index:251678720;mso-width-relative:page;mso-height-relative:page;" filled="f" stroked="t" coordsize="21600,21600" o:gfxdata="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bqDntcAAAAKAQAADwAAAAAAAAABACAAAAAiAAAAZHJz&#10;L2Rvd25yZXYueG1sUEsBAhQAFAAAAAgAh07iQJwoKZUFAgAA9gMAAA4AAAAAAAAAAQAgAAAAJgEA&#10;AGRycy9lMm9Eb2MueG1sUEsFBgAAAAAGAAYAWQEAAJ0FAAAAAA==&#10;">
                <v:path/>
                <v:fill on="f" focussize="0,0"/>
                <v:stroke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及时按程序实施表彰通报，并报上级有关部门备案。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3462020</wp:posOffset>
                </wp:positionH>
                <wp:positionV relativeFrom="paragraph">
                  <wp:posOffset>182245</wp:posOffset>
                </wp:positionV>
                <wp:extent cx="753110" cy="300990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2.6pt;margin-top:14.35pt;height:23.7pt;width:59.3pt;z-index:251676672;mso-width-relative:page;mso-height-relative:page;" filled="f" stroked="f" coordsize="21600,21600" o:gfxdata="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DC&#10;i4/02AAAAAkBAAAPAAAAAAAAAAEAIAAAACIAAABkcnMvZG93bnJldi54bWxQSwECFAAUAAAACACH&#10;TuJAp0A8hrIBAAA+AwAADgAAAAAAAAABACAAAAAnAQAAZHJzL2Uyb0RvYy54bWxQSwUGAAAAAAYA&#10;BgBZAQAASwUAAAAA&#10;">
                <v:path/>
                <v:fill on="f" focussize="0,0"/>
                <v:stroke on="f"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1885950</wp:posOffset>
                </wp:positionH>
                <wp:positionV relativeFrom="paragraph">
                  <wp:posOffset>167640</wp:posOffset>
                </wp:positionV>
                <wp:extent cx="618490" cy="296545"/>
                <wp:effectExtent l="0" t="0" r="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8.5pt;margin-top:13.2pt;height:23.35pt;width:48.7pt;z-index:251674624;mso-width-relative:page;mso-height-relative:page;" filled="f" stroked="f" coordsize="21600,21600" o:gfxdata="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NUt&#10;MfvYAAAACQEAAA8AAAAAAAAAAQAgAAAAIgAAAGRycy9kb3ducmV2LnhtbFBLAQIUABQAAAAIAIdO&#10;4kCk0ElAsQEAAD4DAAAOAAAAAAAAAAEAIAAAACcBAABkcnMvZTJvRG9jLnhtbFBLBQYAAAAABgAG&#10;AFkBAABKBQAAAAA=&#10;">
                <v:path/>
                <v:fill on="f" focussize="0,0"/>
                <v:stroke on="f"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86995</wp:posOffset>
                </wp:positionH>
                <wp:positionV relativeFrom="paragraph">
                  <wp:posOffset>8255</wp:posOffset>
                </wp:positionV>
                <wp:extent cx="1591310" cy="553085"/>
                <wp:effectExtent l="4445" t="4445" r="23495" b="1397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55308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未及时实施表彰通报，报上级有关部门备案。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89999" tIns="46799" rIns="89999" bIns="4679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.85pt;margin-top:0.65pt;height:43.55pt;width:125.3pt;z-index:251677696;mso-width-relative:page;mso-height-relative:page;" filled="f" stroked="t" coordsize="21600,21600" o:gfxdata="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v9MmC1AAAAAcBAAAPAAAAAAAAAAEAIAAAACIAAABkcnMvZG93bnJl&#10;di54bWxQSwECFAAUAAAACACHTuJAVrR4EQECAAD1AwAADgAAAAAAAAABACAAAAAjAQAAZHJzL2Uy&#10;b0RvYy54bWxQSwUGAAAAAAYABgBZAQAAlgUAAAAA&#10;">
                <v:path/>
                <v:fill on="f" focussize="0,0"/>
                <v:stroke/>
                <v:imagedata o:title=""/>
                <o:lock v:ext="edit" grouping="f" rotation="f" text="f" aspectratio="f"/>
                <v:textbox inset="7.08653543307087pt,3.68496062992126pt,7.08653543307087pt,3.68496062992126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未及时实施表彰通报，报上级有关部门备案。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104140</wp:posOffset>
                </wp:positionV>
                <wp:extent cx="972185" cy="323850"/>
                <wp:effectExtent l="4445" t="4445" r="13970" b="14605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表彰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8.2pt;height:25.5pt;width:76.55pt;z-index:251658240;mso-width-relative:page;mso-height-relative:page;" fillcolor="#FFFFFF" filled="t" coordsize="21600,21600" o:gfxdata="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AaRO&#10;itgAAAAJAQAADwAAAAAAAAABACAAAAAiAAAAZHJzL2Rvd25yZXYueG1sUEsBAhQAFAAAAAgAh07i&#10;QHCN4LDpAQAA3AMAAA4AAAAAAAAAAQAgAAAAJwEAAGRycy9lMm9Eb2MueG1sUEsFBgAAAAAGAAYA&#10;WQEAAIIFAAAAAA==&#10;">
                <v:path/>
                <v:fill on="t"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表彰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87630</wp:posOffset>
                </wp:positionV>
                <wp:extent cx="737870" cy="1905"/>
                <wp:effectExtent l="0" t="36195" r="5080" b="3810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3.7pt;margin-top:6.9pt;height:0.15pt;width:58.1pt;z-index:251675648;mso-width-relative:page;mso-height-relative:page;" filled="f" stroked="t" coordsize="21600,21600" o:gfxdata="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Ouo8nPaAAAA&#10;CQEAAA8AAAAAAAAAAQAgAAAAIgAAAGRycy9kb3ducmV2LnhtbFBLAQIUABQAAAAIAIdO4kDzHjiz&#10;4gEAAJ4DAAAOAAAAAAAAAAEAIAAAACkBAABkcnMvZTJvRG9jLnhtbFBLBQYAAAAABgAGAFkBAAB9&#10;BQAAAAA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1757680</wp:posOffset>
                </wp:positionH>
                <wp:positionV relativeFrom="paragraph">
                  <wp:posOffset>87630</wp:posOffset>
                </wp:positionV>
                <wp:extent cx="737870" cy="6985"/>
                <wp:effectExtent l="0" t="31750" r="5080" b="37465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8.4pt;margin-top:6.9pt;height:0.55pt;width:58.1pt;z-index:251673600;mso-width-relative:page;mso-height-relative:page;" filled="f" stroked="t" coordsize="21600,21600" o:gfxdata="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pP94mNkAAAAJAQAADwAAAAAAAAABACAAAAAiAAAAZHJzL2Rvd25yZXYueG1sUEsBAhQAFAAAAAgA&#10;h07iQKX9dcrrAQAAqAMAAA4AAAAAAAAAAQAgAAAAKAEAAGRycy9lMm9Eb2MueG1sUEsFBgAAAAAG&#10;AAYAWQEAAIUFAAAAAA=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299085</wp:posOffset>
                </wp:positionV>
                <wp:extent cx="635" cy="495300"/>
                <wp:effectExtent l="37465" t="0" r="38100" b="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5.5pt;margin-top:23.55pt;height:39pt;width:0.05pt;z-index:251670528;mso-width-relative:page;mso-height-relative:page;" o:connectortype="straight" filled="f" stroked="t" coordsize="21600,21600" o:gfxdata="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F&#10;QE0B2AAAAAoBAAAPAAAAAAAAAAEAIAAAACIAAABkcnMvZG93bnJldi54bWxQSwECFAAUAAAACACH&#10;TuJAV0Q6vesBAAClAwAADgAAAAAAAAABACAAAAAnAQAAZHJzL2Uyb0RvYy54bWxQSwUGAAAAAAYA&#10;BgBZAQAAhAUAAAAA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2428875</wp:posOffset>
                </wp:positionH>
                <wp:positionV relativeFrom="paragraph">
                  <wp:posOffset>11430</wp:posOffset>
                </wp:positionV>
                <wp:extent cx="1143000" cy="358140"/>
                <wp:effectExtent l="4445" t="4445" r="14605" b="18415"/>
                <wp:wrapNone/>
                <wp:docPr id="21" name="圆角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91.25pt;margin-top:0.9pt;height:28.2pt;width:90pt;z-index:251659264;mso-width-relative:page;mso-height-relative:page;" coordsize="21600,21600" arcsize="0.5" o:gfxdata="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vk6OzVAAAACAEAAA8AAAAAAAAAAQAgAAAAIgAAAGRy&#10;cy9kb3ducmV2LnhtbFBLAQIUABQAAAAIAIdO4kCsaRmKCAIAAAoEAAAOAAAAAAAAAAEAIAAAACQB&#10;AABkcnMvZTJvRG9jLnhtbFBLBQYAAAAABgAGAFkBAACeBQAAAAA=&#10;">
                <v:path/>
                <v:fill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</w:p>
    <w:p/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8" w:right="1531" w:bottom="1418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85EAC"/>
    <w:multiLevelType w:val="singleLevel"/>
    <w:tmpl w:val="55C85EAC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5C8647A"/>
    <w:multiLevelType w:val="singleLevel"/>
    <w:tmpl w:val="55C8647A"/>
    <w:lvl w:ilvl="0" w:tentative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4A2E6D"/>
    <w:rsid w:val="6D535020"/>
    <w:rsid w:val="734A2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2018-07-19T07:11:00Z</dcterms:created>
  <dc:creator>Administrator</dc:creator>
  <cp:lastModifiedBy>Administrator</cp:lastModifiedBy>
  <dcterms:modified xsi:type="dcterms:W3CDTF">2018-07-19T07:14:19Z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